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329" w:rsidRDefault="00445329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445329" w:rsidRDefault="00445329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445329" w:rsidRDefault="00445329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ДОПОЛНИТЕЛЬНОЕ СОГЛАШЕНИЕ</w:t>
      </w:r>
    </w:p>
    <w:p w:rsidR="00445329" w:rsidRDefault="00445329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соглашению от 16 января 2015 года</w:t>
      </w:r>
    </w:p>
    <w:p w:rsidR="00445329" w:rsidRDefault="00445329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Pr="00603A7A">
        <w:rPr>
          <w:color w:val="000000"/>
          <w:sz w:val="24"/>
          <w:szCs w:val="24"/>
        </w:rPr>
        <w:t xml:space="preserve">о порядке и условиях предоставления </w:t>
      </w:r>
    </w:p>
    <w:p w:rsidR="00445329" w:rsidRPr="00603A7A" w:rsidRDefault="00445329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субсидии на финансовое обеспечение выполнения</w:t>
      </w:r>
    </w:p>
    <w:p w:rsidR="00445329" w:rsidRDefault="00445329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</w:t>
      </w:r>
    </w:p>
    <w:p w:rsidR="00445329" w:rsidRPr="00603A7A" w:rsidRDefault="00445329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 муниципальных услуг (выполнение работ)</w:t>
      </w:r>
    </w:p>
    <w:p w:rsidR="00445329" w:rsidRDefault="00445329">
      <w:pPr>
        <w:jc w:val="center"/>
        <w:rPr>
          <w:rFonts w:ascii="Times New Roman" w:hAnsi="Times New Roman" w:cs="Times New Roman"/>
        </w:rPr>
      </w:pPr>
    </w:p>
    <w:p w:rsidR="00445329" w:rsidRPr="00DD2534" w:rsidRDefault="00445329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F54DDB">
        <w:rPr>
          <w:rStyle w:val="145pt"/>
          <w:i w:val="0"/>
          <w:sz w:val="24"/>
          <w:szCs w:val="24"/>
          <w:lang w:val="ru-RU" w:eastAsia="ru-RU"/>
        </w:rPr>
        <w:t>«</w:t>
      </w:r>
      <w:r>
        <w:rPr>
          <w:rStyle w:val="145pt"/>
          <w:i w:val="0"/>
          <w:sz w:val="24"/>
          <w:szCs w:val="24"/>
          <w:lang w:val="ru-RU" w:eastAsia="ru-RU"/>
        </w:rPr>
        <w:softHyphen/>
      </w:r>
      <w:r>
        <w:rPr>
          <w:rStyle w:val="145pt"/>
          <w:i w:val="0"/>
          <w:sz w:val="24"/>
          <w:szCs w:val="24"/>
          <w:lang w:val="ru-RU" w:eastAsia="ru-RU"/>
        </w:rPr>
        <w:softHyphen/>
      </w:r>
      <w:r>
        <w:rPr>
          <w:rStyle w:val="145pt"/>
          <w:i w:val="0"/>
          <w:sz w:val="24"/>
          <w:szCs w:val="24"/>
          <w:lang w:val="ru-RU" w:eastAsia="ru-RU"/>
        </w:rPr>
        <w:softHyphen/>
      </w:r>
      <w:r>
        <w:rPr>
          <w:rStyle w:val="145pt"/>
          <w:i w:val="0"/>
          <w:sz w:val="24"/>
          <w:szCs w:val="24"/>
          <w:lang w:val="ru-RU" w:eastAsia="ru-RU"/>
        </w:rPr>
        <w:softHyphen/>
        <w:t>11</w:t>
      </w:r>
      <w:r w:rsidRPr="00F54DDB">
        <w:rPr>
          <w:rStyle w:val="145pt"/>
          <w:i w:val="0"/>
          <w:sz w:val="24"/>
          <w:szCs w:val="24"/>
          <w:lang w:val="ru-RU" w:eastAsia="ru-RU"/>
        </w:rPr>
        <w:t>»</w:t>
      </w:r>
      <w:r>
        <w:rPr>
          <w:rStyle w:val="145pt"/>
          <w:i w:val="0"/>
          <w:sz w:val="24"/>
          <w:szCs w:val="24"/>
          <w:lang w:val="ru-RU" w:eastAsia="ru-RU"/>
        </w:rPr>
        <w:t xml:space="preserve"> января </w:t>
      </w:r>
      <w:r>
        <w:rPr>
          <w:rFonts w:ascii="Times New Roman" w:hAnsi="Times New Roman" w:cs="Times New Roman"/>
        </w:rPr>
        <w:t xml:space="preserve"> 2016</w:t>
      </w:r>
      <w:r w:rsidRPr="00F54DDB">
        <w:rPr>
          <w:rFonts w:ascii="Times New Roman" w:hAnsi="Times New Roman" w:cs="Times New Roman"/>
        </w:rPr>
        <w:t>г</w:t>
      </w:r>
      <w:r w:rsidRPr="00DD2534">
        <w:rPr>
          <w:rFonts w:ascii="Times New Roman" w:hAnsi="Times New Roman" w:cs="Times New Roman"/>
        </w:rPr>
        <w:t>.</w:t>
      </w:r>
    </w:p>
    <w:p w:rsidR="00445329" w:rsidRDefault="00445329">
      <w:pPr>
        <w:jc w:val="center"/>
        <w:rPr>
          <w:rFonts w:ascii="Times New Roman" w:hAnsi="Times New Roman" w:cs="Times New Roman"/>
        </w:rPr>
      </w:pPr>
    </w:p>
    <w:p w:rsidR="00445329" w:rsidRDefault="00445329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</w:t>
      </w:r>
      <w:r>
        <w:rPr>
          <w:rFonts w:ascii="Times New Roman" w:hAnsi="Times New Roman" w:cs="Times New Roman"/>
        </w:rPr>
        <w:t xml:space="preserve">в.и.о. </w:t>
      </w:r>
      <w:r w:rsidRPr="00603A7A">
        <w:rPr>
          <w:rFonts w:ascii="Times New Roman" w:hAnsi="Times New Roman" w:cs="Times New Roman"/>
        </w:rPr>
        <w:t xml:space="preserve">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Казаковой Людмилы Михайловны</w:t>
      </w:r>
      <w:r w:rsidRPr="00603A7A">
        <w:rPr>
          <w:rFonts w:ascii="Times New Roman" w:hAnsi="Times New Roman" w:cs="Times New Roman"/>
        </w:rPr>
        <w:t>, действующего на основании Устава</w:t>
      </w:r>
      <w:r>
        <w:rPr>
          <w:rFonts w:ascii="Times New Roman" w:hAnsi="Times New Roman" w:cs="Times New Roman"/>
        </w:rPr>
        <w:t xml:space="preserve">, утвержденного Постановлением администрации Мглинского района от 19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 w:cs="Times New Roman"/>
          </w:rPr>
          <w:t>2011 г</w:t>
        </w:r>
      </w:smartTag>
      <w:r>
        <w:rPr>
          <w:rFonts w:ascii="Times New Roman" w:hAnsi="Times New Roman" w:cs="Times New Roman"/>
        </w:rPr>
        <w:t>. №1119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 «Мглинский районный краеведческий музей» (далее - Учреждение), в лице директор</w:t>
      </w:r>
      <w:r>
        <w:rPr>
          <w:rFonts w:ascii="Times New Roman" w:hAnsi="Times New Roman" w:cs="Times New Roman"/>
        </w:rPr>
        <w:t>а Монченко Елены Васильевны</w:t>
      </w:r>
      <w:r w:rsidRPr="00603A7A">
        <w:rPr>
          <w:rFonts w:ascii="Times New Roman" w:hAnsi="Times New Roman" w:cs="Times New Roman"/>
        </w:rPr>
        <w:t>, действующей на основании Устава</w:t>
      </w:r>
      <w:r>
        <w:rPr>
          <w:rFonts w:ascii="Times New Roman" w:hAnsi="Times New Roman" w:cs="Times New Roman"/>
        </w:rPr>
        <w:t xml:space="preserve">, утвержденного Постановлением администрации Мглинского района от 19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 w:cs="Times New Roman"/>
          </w:rPr>
          <w:t>2011 г</w:t>
        </w:r>
      </w:smartTag>
      <w:r>
        <w:rPr>
          <w:rFonts w:ascii="Times New Roman" w:hAnsi="Times New Roman" w:cs="Times New Roman"/>
        </w:rPr>
        <w:t>. №1117</w:t>
      </w:r>
      <w:r w:rsidRPr="00603A7A">
        <w:rPr>
          <w:rFonts w:ascii="Times New Roman" w:hAnsi="Times New Roman" w:cs="Times New Roman"/>
        </w:rPr>
        <w:t>, с другой стороны, вместе именуемые Сторонами, заключили настоящее Соглашение о нижеследующем.</w:t>
      </w:r>
    </w:p>
    <w:p w:rsidR="00445329" w:rsidRDefault="00445329" w:rsidP="00603A7A">
      <w:pPr>
        <w:ind w:firstLine="851"/>
        <w:jc w:val="both"/>
        <w:rPr>
          <w:rFonts w:ascii="Times New Roman" w:hAnsi="Times New Roman" w:cs="Times New Roman"/>
        </w:rPr>
      </w:pPr>
    </w:p>
    <w:p w:rsidR="00445329" w:rsidRDefault="00445329" w:rsidP="00F61364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Приложение 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изложить в новой редакции.</w:t>
      </w:r>
    </w:p>
    <w:p w:rsidR="00445329" w:rsidRDefault="00445329" w:rsidP="00F61364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Остальные условия соглашения от 16 января 2015 года остаются неизменными и стороны подтверждают под ним свои обязательства.</w:t>
      </w:r>
    </w:p>
    <w:p w:rsidR="00445329" w:rsidRPr="00DD2534" w:rsidRDefault="00445329" w:rsidP="00F61364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Настоящее дополнительное соглашение составлено в 2-х подлинных экземплярах, имеющих равную юридическую силу по одному для каждой из сторон.</w:t>
      </w:r>
    </w:p>
    <w:p w:rsidR="00445329" w:rsidRDefault="00445329" w:rsidP="00F61364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color w:val="000000"/>
          <w:sz w:val="24"/>
          <w:szCs w:val="24"/>
        </w:rPr>
      </w:pPr>
    </w:p>
    <w:p w:rsidR="00445329" w:rsidRDefault="00445329" w:rsidP="00F61364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color w:val="000000"/>
          <w:sz w:val="24"/>
          <w:szCs w:val="24"/>
        </w:rPr>
      </w:pPr>
    </w:p>
    <w:p w:rsidR="00445329" w:rsidRPr="00DD2534" w:rsidRDefault="00445329" w:rsidP="00F61364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445329" w:rsidRDefault="00445329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445329" w:rsidRDefault="00445329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445329" w:rsidRDefault="00445329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082060">
          <w:rPr>
            <w:rStyle w:val="Exact"/>
            <w:u w:val="none"/>
          </w:rPr>
          <w:t>243220, г</w:t>
        </w:r>
      </w:smartTag>
      <w:r w:rsidRPr="00082060">
        <w:rPr>
          <w:rStyle w:val="Exact"/>
          <w:u w:val="none"/>
        </w:rPr>
        <w:t>. Мглин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>
          <w:rPr>
            <w:rStyle w:val="Exact"/>
            <w:u w:val="none"/>
          </w:rPr>
          <w:t>243220, г</w:t>
        </w:r>
      </w:smartTag>
      <w:r>
        <w:rPr>
          <w:rStyle w:val="Exact"/>
          <w:u w:val="none"/>
        </w:rPr>
        <w:t>. Мглин</w:t>
      </w:r>
    </w:p>
    <w:p w:rsidR="00445329" w:rsidRDefault="00445329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ул. Буденного д.7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ул. Буденного д.5</w:t>
      </w:r>
    </w:p>
    <w:p w:rsidR="00445329" w:rsidRDefault="00445329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Банковские реквизиты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Банковские реквизиты</w:t>
      </w:r>
    </w:p>
    <w:p w:rsidR="00445329" w:rsidRDefault="00445329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ИНН 3220000474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ИНН 3253501081</w:t>
      </w:r>
    </w:p>
    <w:p w:rsidR="00445329" w:rsidRDefault="00445329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БИК 041501001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БИК 041501001</w:t>
      </w:r>
    </w:p>
    <w:p w:rsidR="00445329" w:rsidRDefault="00445329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р/с 40204810400000100126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р/с 40701810000011000192</w:t>
      </w:r>
    </w:p>
    <w:p w:rsidR="00445329" w:rsidRDefault="00445329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л/с 03273012380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л/с 20276Ч54370</w:t>
      </w:r>
    </w:p>
    <w:p w:rsidR="00445329" w:rsidRDefault="00445329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445329" w:rsidRDefault="00445329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В.и.о. начальника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МБУ МРКМ</w:t>
      </w:r>
    </w:p>
    <w:p w:rsidR="00445329" w:rsidRDefault="00445329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445329" w:rsidRDefault="00445329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______________ Казакова Л.М</w:t>
      </w:r>
      <w:r>
        <w:tab/>
      </w:r>
      <w:r>
        <w:tab/>
        <w:t xml:space="preserve">                          _____________ Монченко Е.В.</w:t>
      </w:r>
    </w:p>
    <w:p w:rsidR="00445329" w:rsidRDefault="00445329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445329" w:rsidRPr="00082060" w:rsidRDefault="00445329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445329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F10A8"/>
    <w:rsid w:val="000F2A8F"/>
    <w:rsid w:val="000F54F8"/>
    <w:rsid w:val="00176F84"/>
    <w:rsid w:val="001E61DD"/>
    <w:rsid w:val="00283184"/>
    <w:rsid w:val="003A6EE4"/>
    <w:rsid w:val="003D05C5"/>
    <w:rsid w:val="00445329"/>
    <w:rsid w:val="004D1B21"/>
    <w:rsid w:val="0056036E"/>
    <w:rsid w:val="005D2DDA"/>
    <w:rsid w:val="00603A7A"/>
    <w:rsid w:val="006243F9"/>
    <w:rsid w:val="006F7F7A"/>
    <w:rsid w:val="007C2166"/>
    <w:rsid w:val="007F756D"/>
    <w:rsid w:val="00843465"/>
    <w:rsid w:val="008E4EB4"/>
    <w:rsid w:val="0092194A"/>
    <w:rsid w:val="009635C0"/>
    <w:rsid w:val="00963649"/>
    <w:rsid w:val="00AA1308"/>
    <w:rsid w:val="00AA77B9"/>
    <w:rsid w:val="00AD79ED"/>
    <w:rsid w:val="00AD7E61"/>
    <w:rsid w:val="00CD7204"/>
    <w:rsid w:val="00DC6538"/>
    <w:rsid w:val="00DC77D2"/>
    <w:rsid w:val="00DD2534"/>
    <w:rsid w:val="00DE28CD"/>
    <w:rsid w:val="00EF4B5B"/>
    <w:rsid w:val="00F54DDB"/>
    <w:rsid w:val="00F61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175</TotalTime>
  <Pages>1</Pages>
  <Words>282</Words>
  <Characters>1611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13</cp:revision>
  <cp:lastPrinted>2016-01-22T09:40:00Z</cp:lastPrinted>
  <dcterms:created xsi:type="dcterms:W3CDTF">2014-08-19T14:12:00Z</dcterms:created>
  <dcterms:modified xsi:type="dcterms:W3CDTF">2016-02-04T06:06:00Z</dcterms:modified>
</cp:coreProperties>
</file>